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2B3" w:rsidRDefault="001752B3" w:rsidP="00D636F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</w:t>
      </w:r>
    </w:p>
    <w:p w:rsidR="001752B3" w:rsidRDefault="001752B3" w:rsidP="005D2D4E">
      <w:pPr>
        <w:jc w:val="center"/>
        <w:rPr>
          <w:b/>
          <w:sz w:val="28"/>
          <w:szCs w:val="28"/>
        </w:rPr>
      </w:pPr>
    </w:p>
    <w:p w:rsidR="001752B3" w:rsidRPr="00D636F2" w:rsidRDefault="001752B3" w:rsidP="005D2D4E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>ПОЯСНИТЕЛЬНАЯ ЗАПИСКА</w:t>
      </w:r>
    </w:p>
    <w:p w:rsidR="001752B3" w:rsidRPr="00D636F2" w:rsidRDefault="001752B3" w:rsidP="005D2D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    решению</w:t>
      </w:r>
    </w:p>
    <w:p w:rsidR="001752B3" w:rsidRPr="00D636F2" w:rsidRDefault="001752B3" w:rsidP="005D2D4E">
      <w:pPr>
        <w:jc w:val="center"/>
        <w:rPr>
          <w:b/>
          <w:sz w:val="28"/>
          <w:szCs w:val="28"/>
        </w:rPr>
      </w:pPr>
      <w:r w:rsidRPr="00D636F2">
        <w:rPr>
          <w:b/>
          <w:sz w:val="28"/>
          <w:szCs w:val="28"/>
        </w:rPr>
        <w:t xml:space="preserve">«О внесении изменений в решение от  </w:t>
      </w:r>
      <w:r>
        <w:rPr>
          <w:b/>
          <w:sz w:val="28"/>
          <w:szCs w:val="28"/>
        </w:rPr>
        <w:t>16.12. 2022</w:t>
      </w:r>
      <w:r w:rsidRPr="00D636F2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 xml:space="preserve">ода </w:t>
      </w:r>
      <w:r w:rsidRPr="00D636F2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 xml:space="preserve"> 1/143</w:t>
      </w:r>
    </w:p>
    <w:p w:rsidR="001752B3" w:rsidRDefault="001752B3" w:rsidP="005D2D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бюджете  Ветлевского сельского поселения Мглинского муниципального района, Брянской области </w:t>
      </w:r>
    </w:p>
    <w:p w:rsidR="001752B3" w:rsidRDefault="001752B3" w:rsidP="005D2D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D636F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D636F2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23</w:t>
      </w:r>
      <w:r w:rsidRPr="00D636F2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на плановый период 2024 и 2025 годов</w:t>
      </w:r>
      <w:r w:rsidRPr="00D636F2">
        <w:rPr>
          <w:b/>
          <w:sz w:val="28"/>
          <w:szCs w:val="28"/>
        </w:rPr>
        <w:t>»</w:t>
      </w:r>
    </w:p>
    <w:p w:rsidR="001752B3" w:rsidRDefault="001752B3" w:rsidP="005D2D4E">
      <w:pPr>
        <w:jc w:val="center"/>
        <w:rPr>
          <w:b/>
          <w:sz w:val="28"/>
          <w:szCs w:val="28"/>
        </w:rPr>
      </w:pPr>
    </w:p>
    <w:p w:rsidR="001752B3" w:rsidRPr="00D636F2" w:rsidRDefault="001752B3" w:rsidP="005D2D4E">
      <w:pPr>
        <w:jc w:val="center"/>
        <w:rPr>
          <w:b/>
          <w:sz w:val="28"/>
          <w:szCs w:val="28"/>
        </w:rPr>
      </w:pPr>
    </w:p>
    <w:p w:rsidR="001752B3" w:rsidRPr="00D636F2" w:rsidRDefault="001752B3" w:rsidP="005D2D4E">
      <w:pPr>
        <w:jc w:val="center"/>
        <w:rPr>
          <w:b/>
          <w:sz w:val="28"/>
          <w:szCs w:val="28"/>
        </w:rPr>
      </w:pPr>
    </w:p>
    <w:p w:rsidR="001752B3" w:rsidRDefault="001752B3" w:rsidP="00E66432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</w:t>
      </w:r>
      <w:r w:rsidRPr="00D636F2">
        <w:rPr>
          <w:b/>
          <w:i/>
          <w:sz w:val="28"/>
          <w:szCs w:val="28"/>
        </w:rPr>
        <w:t>ДОХОДЫ</w:t>
      </w:r>
    </w:p>
    <w:p w:rsidR="001752B3" w:rsidRPr="00D636F2" w:rsidRDefault="001752B3" w:rsidP="00E66432">
      <w:pPr>
        <w:jc w:val="center"/>
        <w:rPr>
          <w:b/>
          <w:i/>
          <w:sz w:val="28"/>
          <w:szCs w:val="28"/>
        </w:rPr>
      </w:pPr>
    </w:p>
    <w:p w:rsidR="001752B3" w:rsidRPr="00650BCF" w:rsidRDefault="001752B3" w:rsidP="00236E43">
      <w:pPr>
        <w:spacing w:line="276" w:lineRule="auto"/>
        <w:rPr>
          <w:b/>
          <w:sz w:val="28"/>
          <w:szCs w:val="28"/>
        </w:rPr>
      </w:pPr>
      <w:r w:rsidRPr="00D13616">
        <w:rPr>
          <w:b/>
          <w:sz w:val="28"/>
          <w:szCs w:val="28"/>
        </w:rPr>
        <w:t>Уточнены изменения в доходной части бюджета на 2023 год:</w:t>
      </w:r>
      <w:r>
        <w:rPr>
          <w:sz w:val="28"/>
          <w:szCs w:val="28"/>
        </w:rPr>
        <w:t xml:space="preserve">                                             </w:t>
      </w:r>
      <w:r>
        <w:rPr>
          <w:b/>
          <w:sz w:val="28"/>
          <w:szCs w:val="28"/>
        </w:rPr>
        <w:t>+ 953 000</w:t>
      </w:r>
      <w:r w:rsidRPr="00650BCF">
        <w:rPr>
          <w:b/>
          <w:sz w:val="28"/>
          <w:szCs w:val="28"/>
        </w:rPr>
        <w:t>,00 руб</w:t>
      </w:r>
      <w:r>
        <w:rPr>
          <w:b/>
          <w:sz w:val="28"/>
          <w:szCs w:val="28"/>
        </w:rPr>
        <w:t>.</w:t>
      </w:r>
    </w:p>
    <w:p w:rsidR="001752B3" w:rsidRDefault="001752B3" w:rsidP="00E66432">
      <w:pPr>
        <w:spacing w:line="276" w:lineRule="auto"/>
        <w:jc w:val="both"/>
        <w:rPr>
          <w:sz w:val="28"/>
          <w:szCs w:val="28"/>
        </w:rPr>
      </w:pPr>
    </w:p>
    <w:p w:rsidR="001752B3" w:rsidRDefault="001752B3" w:rsidP="00236E43">
      <w:pPr>
        <w:rPr>
          <w:sz w:val="26"/>
          <w:szCs w:val="26"/>
        </w:rPr>
      </w:pPr>
      <w:r w:rsidRPr="00007C1A">
        <w:rPr>
          <w:sz w:val="26"/>
          <w:szCs w:val="26"/>
        </w:rPr>
        <w:t>Прочие субсидии бюджетам сельских поселений</w:t>
      </w:r>
      <w:r>
        <w:rPr>
          <w:sz w:val="26"/>
          <w:szCs w:val="26"/>
        </w:rPr>
        <w:t xml:space="preserve"> по безвозмездным поступлениям</w:t>
      </w:r>
      <w:r w:rsidRPr="00007C1A">
        <w:rPr>
          <w:sz w:val="26"/>
          <w:szCs w:val="26"/>
        </w:rPr>
        <w:t>:</w:t>
      </w:r>
      <w:r>
        <w:rPr>
          <w:sz w:val="26"/>
          <w:szCs w:val="26"/>
        </w:rPr>
        <w:t xml:space="preserve">   </w:t>
      </w:r>
    </w:p>
    <w:p w:rsidR="001752B3" w:rsidRPr="00007C1A" w:rsidRDefault="001752B3" w:rsidP="00236E43">
      <w:pPr>
        <w:rPr>
          <w:b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</w:t>
      </w:r>
    </w:p>
    <w:p w:rsidR="001752B3" w:rsidRPr="001F5740" w:rsidRDefault="001752B3" w:rsidP="001F5740">
      <w:pPr>
        <w:jc w:val="both"/>
        <w:rPr>
          <w:sz w:val="26"/>
          <w:szCs w:val="26"/>
        </w:rPr>
      </w:pPr>
      <w:r>
        <w:rPr>
          <w:sz w:val="26"/>
          <w:szCs w:val="26"/>
        </w:rPr>
        <w:t>КБК 2 02 29999 10 0000</w:t>
      </w:r>
      <w:r w:rsidRPr="001F5740">
        <w:rPr>
          <w:sz w:val="26"/>
          <w:szCs w:val="26"/>
        </w:rPr>
        <w:t xml:space="preserve"> 150</w:t>
      </w:r>
      <w:r>
        <w:rPr>
          <w:sz w:val="26"/>
          <w:szCs w:val="26"/>
        </w:rPr>
        <w:t xml:space="preserve">                                                              +  893000</w:t>
      </w:r>
      <w:r w:rsidRPr="001F5740">
        <w:rPr>
          <w:sz w:val="26"/>
          <w:szCs w:val="26"/>
        </w:rPr>
        <w:t>,00</w:t>
      </w:r>
      <w:r>
        <w:rPr>
          <w:sz w:val="26"/>
          <w:szCs w:val="26"/>
        </w:rPr>
        <w:t xml:space="preserve"> руб.</w:t>
      </w:r>
      <w:r w:rsidRPr="001F5740">
        <w:rPr>
          <w:sz w:val="26"/>
          <w:szCs w:val="26"/>
        </w:rPr>
        <w:t xml:space="preserve"> </w:t>
      </w:r>
    </w:p>
    <w:p w:rsidR="001752B3" w:rsidRPr="001F5740" w:rsidRDefault="001752B3" w:rsidP="001F574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</w:t>
      </w:r>
    </w:p>
    <w:p w:rsidR="001752B3" w:rsidRPr="00432279" w:rsidRDefault="001752B3" w:rsidP="001F5740">
      <w:pPr>
        <w:jc w:val="both"/>
        <w:rPr>
          <w:b/>
          <w:sz w:val="26"/>
          <w:szCs w:val="26"/>
        </w:rPr>
      </w:pPr>
      <w:r w:rsidRPr="00432279">
        <w:rPr>
          <w:b/>
          <w:sz w:val="26"/>
          <w:szCs w:val="26"/>
        </w:rPr>
        <w:t xml:space="preserve"> Инициативные платежи:</w:t>
      </w:r>
      <w:r>
        <w:rPr>
          <w:b/>
          <w:sz w:val="26"/>
          <w:szCs w:val="26"/>
        </w:rPr>
        <w:t xml:space="preserve">                                                                 + 60 000,00 руб. </w:t>
      </w:r>
    </w:p>
    <w:p w:rsidR="001752B3" w:rsidRPr="001F5740" w:rsidRDefault="001752B3" w:rsidP="00236E43">
      <w:pPr>
        <w:rPr>
          <w:sz w:val="26"/>
          <w:szCs w:val="26"/>
        </w:rPr>
      </w:pPr>
      <w:r>
        <w:rPr>
          <w:sz w:val="26"/>
          <w:szCs w:val="26"/>
        </w:rPr>
        <w:t>-</w:t>
      </w:r>
      <w:r w:rsidRPr="001F5740">
        <w:rPr>
          <w:sz w:val="26"/>
          <w:szCs w:val="26"/>
        </w:rPr>
        <w:t>Инициативные платежи, зачисляемые в бюджеты сельских поселений</w:t>
      </w:r>
      <w:r>
        <w:rPr>
          <w:sz w:val="26"/>
          <w:szCs w:val="26"/>
        </w:rPr>
        <w:t>:</w:t>
      </w:r>
      <w:r w:rsidRPr="001F5740">
        <w:rPr>
          <w:sz w:val="26"/>
          <w:szCs w:val="26"/>
        </w:rPr>
        <w:t xml:space="preserve"> (поступление средств на реализацию проекта </w:t>
      </w:r>
      <w:r>
        <w:rPr>
          <w:sz w:val="26"/>
          <w:szCs w:val="26"/>
        </w:rPr>
        <w:t>«</w:t>
      </w:r>
      <w:r w:rsidRPr="00C12032">
        <w:rPr>
          <w:sz w:val="26"/>
          <w:szCs w:val="26"/>
        </w:rPr>
        <w:t>Ремонт памятника и благоустройство территории Братской могилы в с.</w:t>
      </w:r>
      <w:r>
        <w:rPr>
          <w:sz w:val="26"/>
          <w:szCs w:val="26"/>
        </w:rPr>
        <w:t xml:space="preserve"> </w:t>
      </w:r>
      <w:r w:rsidRPr="00C12032">
        <w:rPr>
          <w:sz w:val="26"/>
          <w:szCs w:val="26"/>
        </w:rPr>
        <w:t>Деремна</w:t>
      </w:r>
      <w:r>
        <w:rPr>
          <w:sz w:val="26"/>
          <w:szCs w:val="26"/>
        </w:rPr>
        <w:t xml:space="preserve"> </w:t>
      </w:r>
      <w:r w:rsidRPr="00C12032">
        <w:rPr>
          <w:sz w:val="26"/>
          <w:szCs w:val="26"/>
        </w:rPr>
        <w:t xml:space="preserve"> Мглинского</w:t>
      </w:r>
      <w:r>
        <w:rPr>
          <w:sz w:val="26"/>
          <w:szCs w:val="26"/>
        </w:rPr>
        <w:t xml:space="preserve"> района Брянской области 2023г.»</w:t>
      </w:r>
      <w:r w:rsidRPr="001F5740">
        <w:rPr>
          <w:sz w:val="26"/>
          <w:szCs w:val="26"/>
        </w:rPr>
        <w:t>)</w:t>
      </w:r>
      <w:r>
        <w:rPr>
          <w:sz w:val="26"/>
          <w:szCs w:val="26"/>
        </w:rPr>
        <w:t>:</w:t>
      </w:r>
    </w:p>
    <w:p w:rsidR="001752B3" w:rsidRDefault="001752B3" w:rsidP="00E6643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752B3" w:rsidRDefault="001752B3" w:rsidP="001F574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КБК </w:t>
      </w:r>
      <w:r w:rsidRPr="001F5740">
        <w:rPr>
          <w:sz w:val="26"/>
          <w:szCs w:val="26"/>
        </w:rPr>
        <w:t>1 1</w:t>
      </w:r>
      <w:r>
        <w:rPr>
          <w:sz w:val="26"/>
          <w:szCs w:val="26"/>
        </w:rPr>
        <w:t>7 15030 10 0003</w:t>
      </w:r>
      <w:r w:rsidRPr="001F5740">
        <w:rPr>
          <w:sz w:val="26"/>
          <w:szCs w:val="26"/>
        </w:rPr>
        <w:t xml:space="preserve"> 150</w:t>
      </w:r>
      <w:r>
        <w:rPr>
          <w:sz w:val="26"/>
          <w:szCs w:val="26"/>
        </w:rPr>
        <w:t xml:space="preserve">                                                                 + 30 000,00 руб.</w:t>
      </w:r>
    </w:p>
    <w:p w:rsidR="001752B3" w:rsidRDefault="001752B3" w:rsidP="001F5740">
      <w:pPr>
        <w:jc w:val="both"/>
        <w:rPr>
          <w:sz w:val="26"/>
          <w:szCs w:val="26"/>
        </w:rPr>
      </w:pPr>
    </w:p>
    <w:p w:rsidR="001752B3" w:rsidRDefault="001752B3" w:rsidP="00236E43">
      <w:pPr>
        <w:rPr>
          <w:sz w:val="26"/>
          <w:szCs w:val="26"/>
        </w:rPr>
      </w:pPr>
      <w:r>
        <w:rPr>
          <w:sz w:val="26"/>
          <w:szCs w:val="26"/>
        </w:rPr>
        <w:t>-</w:t>
      </w:r>
      <w:r w:rsidRPr="001F5740">
        <w:rPr>
          <w:sz w:val="26"/>
          <w:szCs w:val="26"/>
        </w:rPr>
        <w:t>Инициативные платежи, зачисляемые в бюджеты сельских поселений</w:t>
      </w:r>
      <w:r>
        <w:rPr>
          <w:sz w:val="26"/>
          <w:szCs w:val="26"/>
        </w:rPr>
        <w:t>:</w:t>
      </w:r>
      <w:bookmarkStart w:id="0" w:name="_GoBack"/>
      <w:bookmarkEnd w:id="0"/>
      <w:r w:rsidRPr="001F5740">
        <w:rPr>
          <w:sz w:val="26"/>
          <w:szCs w:val="26"/>
        </w:rPr>
        <w:t xml:space="preserve"> (поступление средств на реализацию проекта </w:t>
      </w:r>
      <w:r>
        <w:rPr>
          <w:sz w:val="26"/>
          <w:szCs w:val="26"/>
        </w:rPr>
        <w:t>«</w:t>
      </w:r>
      <w:r w:rsidRPr="00C12032">
        <w:rPr>
          <w:sz w:val="26"/>
          <w:szCs w:val="26"/>
        </w:rPr>
        <w:t>Ремонт и благоустройство территории Братской могилы в с.</w:t>
      </w:r>
      <w:r>
        <w:rPr>
          <w:sz w:val="26"/>
          <w:szCs w:val="26"/>
        </w:rPr>
        <w:t xml:space="preserve"> </w:t>
      </w:r>
      <w:r w:rsidRPr="00C12032">
        <w:rPr>
          <w:sz w:val="26"/>
          <w:szCs w:val="26"/>
        </w:rPr>
        <w:t>Вельжичи Мглинского</w:t>
      </w:r>
      <w:r>
        <w:rPr>
          <w:sz w:val="26"/>
          <w:szCs w:val="26"/>
        </w:rPr>
        <w:t xml:space="preserve"> района Брянской области 2023г.»):</w:t>
      </w:r>
    </w:p>
    <w:p w:rsidR="001752B3" w:rsidRDefault="001752B3" w:rsidP="001F5740">
      <w:pPr>
        <w:jc w:val="both"/>
        <w:rPr>
          <w:sz w:val="26"/>
          <w:szCs w:val="26"/>
        </w:rPr>
      </w:pPr>
    </w:p>
    <w:p w:rsidR="001752B3" w:rsidRPr="001F5740" w:rsidRDefault="001752B3" w:rsidP="001F5740">
      <w:pPr>
        <w:tabs>
          <w:tab w:val="left" w:pos="6105"/>
        </w:tabs>
        <w:jc w:val="both"/>
        <w:rPr>
          <w:sz w:val="26"/>
          <w:szCs w:val="26"/>
        </w:rPr>
      </w:pPr>
      <w:r>
        <w:rPr>
          <w:sz w:val="26"/>
          <w:szCs w:val="26"/>
        </w:rPr>
        <w:t>КБК 1 17 15030 10 0004</w:t>
      </w:r>
      <w:r w:rsidRPr="001F5740">
        <w:rPr>
          <w:sz w:val="26"/>
          <w:szCs w:val="26"/>
        </w:rPr>
        <w:t xml:space="preserve"> 150</w:t>
      </w:r>
      <w:r>
        <w:rPr>
          <w:sz w:val="26"/>
          <w:szCs w:val="26"/>
        </w:rPr>
        <w:t xml:space="preserve">                                                                  + 30 000,00 руб.</w:t>
      </w:r>
    </w:p>
    <w:p w:rsidR="001752B3" w:rsidRPr="001F5740" w:rsidRDefault="001752B3" w:rsidP="001F5740">
      <w:pPr>
        <w:jc w:val="both"/>
        <w:rPr>
          <w:sz w:val="26"/>
          <w:szCs w:val="26"/>
        </w:rPr>
      </w:pPr>
      <w:r w:rsidRPr="001F5740">
        <w:rPr>
          <w:sz w:val="26"/>
          <w:szCs w:val="26"/>
        </w:rPr>
        <w:t xml:space="preserve"> </w:t>
      </w:r>
    </w:p>
    <w:p w:rsidR="001752B3" w:rsidRPr="0006605A" w:rsidRDefault="001752B3" w:rsidP="005D2D4E">
      <w:pPr>
        <w:jc w:val="both"/>
        <w:rPr>
          <w:b/>
          <w:i/>
          <w:color w:val="FF0000"/>
          <w:sz w:val="28"/>
          <w:szCs w:val="28"/>
        </w:rPr>
      </w:pPr>
    </w:p>
    <w:p w:rsidR="001752B3" w:rsidRDefault="001752B3" w:rsidP="005D2D4E">
      <w:pPr>
        <w:jc w:val="both"/>
        <w:rPr>
          <w:b/>
          <w:i/>
          <w:sz w:val="28"/>
          <w:szCs w:val="28"/>
        </w:rPr>
      </w:pPr>
      <w:r w:rsidRPr="0006605A">
        <w:rPr>
          <w:b/>
          <w:i/>
          <w:sz w:val="28"/>
          <w:szCs w:val="28"/>
        </w:rPr>
        <w:t xml:space="preserve">                                                    РАСХОДЫ</w:t>
      </w:r>
    </w:p>
    <w:p w:rsidR="001752B3" w:rsidRPr="0006605A" w:rsidRDefault="001752B3" w:rsidP="005D2D4E">
      <w:pPr>
        <w:jc w:val="both"/>
        <w:rPr>
          <w:b/>
          <w:i/>
          <w:sz w:val="28"/>
          <w:szCs w:val="28"/>
        </w:rPr>
      </w:pPr>
    </w:p>
    <w:p w:rsidR="001752B3" w:rsidRPr="0006605A" w:rsidRDefault="001752B3" w:rsidP="00236E43">
      <w:pPr>
        <w:rPr>
          <w:sz w:val="28"/>
          <w:szCs w:val="28"/>
        </w:rPr>
      </w:pPr>
      <w:r w:rsidRPr="00D13616">
        <w:rPr>
          <w:b/>
          <w:sz w:val="28"/>
          <w:szCs w:val="28"/>
        </w:rPr>
        <w:t>Расходная часть бюджета на 2023 год увеличивается на сумму:</w:t>
      </w:r>
      <w:r>
        <w:rPr>
          <w:sz w:val="28"/>
          <w:szCs w:val="28"/>
        </w:rPr>
        <w:t xml:space="preserve">                                        </w:t>
      </w:r>
      <w:r w:rsidRPr="00776661">
        <w:rPr>
          <w:b/>
          <w:sz w:val="28"/>
          <w:szCs w:val="28"/>
        </w:rPr>
        <w:t>+</w:t>
      </w:r>
      <w:r>
        <w:rPr>
          <w:b/>
          <w:sz w:val="28"/>
          <w:szCs w:val="28"/>
        </w:rPr>
        <w:t>1 111 735</w:t>
      </w:r>
      <w:r w:rsidRPr="0077666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,00</w:t>
      </w:r>
      <w:r>
        <w:rPr>
          <w:sz w:val="28"/>
          <w:szCs w:val="28"/>
        </w:rPr>
        <w:t xml:space="preserve"> </w:t>
      </w:r>
      <w:r w:rsidRPr="00D4120A">
        <w:rPr>
          <w:b/>
          <w:sz w:val="28"/>
          <w:szCs w:val="28"/>
        </w:rPr>
        <w:t>руб.</w:t>
      </w:r>
      <w:r>
        <w:rPr>
          <w:sz w:val="28"/>
          <w:szCs w:val="28"/>
        </w:rPr>
        <w:t xml:space="preserve"> </w:t>
      </w:r>
      <w:r w:rsidRPr="0006605A">
        <w:rPr>
          <w:sz w:val="28"/>
          <w:szCs w:val="28"/>
        </w:rPr>
        <w:t>в том числе по разделам:</w:t>
      </w:r>
    </w:p>
    <w:p w:rsidR="001752B3" w:rsidRDefault="001752B3" w:rsidP="005D2D4E">
      <w:pPr>
        <w:jc w:val="both"/>
        <w:rPr>
          <w:b/>
          <w:sz w:val="28"/>
          <w:szCs w:val="28"/>
        </w:rPr>
      </w:pPr>
    </w:p>
    <w:p w:rsidR="001752B3" w:rsidRPr="009D779D" w:rsidRDefault="001752B3" w:rsidP="00D57A4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01 13  «Другие общегосударственные вопросы»                     + 6 000,00 руб.                           </w:t>
      </w:r>
    </w:p>
    <w:p w:rsidR="001752B3" w:rsidRDefault="001752B3" w:rsidP="00D57A44">
      <w:pPr>
        <w:jc w:val="both"/>
        <w:rPr>
          <w:sz w:val="28"/>
          <w:szCs w:val="28"/>
        </w:rPr>
      </w:pPr>
    </w:p>
    <w:p w:rsidR="001752B3" w:rsidRPr="009D6819" w:rsidRDefault="001752B3" w:rsidP="00D57A44">
      <w:pPr>
        <w:jc w:val="both"/>
        <w:rPr>
          <w:sz w:val="28"/>
          <w:szCs w:val="28"/>
        </w:rPr>
      </w:pPr>
      <w:r w:rsidRPr="009D6819">
        <w:rPr>
          <w:sz w:val="28"/>
          <w:szCs w:val="28"/>
        </w:rPr>
        <w:t xml:space="preserve">Расходы по уплате членских взносов не коммерческим организациям </w:t>
      </w:r>
      <w:r>
        <w:rPr>
          <w:sz w:val="28"/>
          <w:szCs w:val="28"/>
        </w:rPr>
        <w:t>(взносы Ассоциации СМО)</w:t>
      </w:r>
    </w:p>
    <w:p w:rsidR="001752B3" w:rsidRPr="009D6819" w:rsidRDefault="001752B3" w:rsidP="00D57A44">
      <w:pPr>
        <w:jc w:val="both"/>
        <w:rPr>
          <w:sz w:val="28"/>
          <w:szCs w:val="28"/>
        </w:rPr>
      </w:pPr>
      <w:r w:rsidRPr="009D6819">
        <w:rPr>
          <w:sz w:val="28"/>
          <w:szCs w:val="28"/>
        </w:rPr>
        <w:t xml:space="preserve"> </w:t>
      </w:r>
    </w:p>
    <w:p w:rsidR="001752B3" w:rsidRDefault="001752B3" w:rsidP="00D57A44">
      <w:pPr>
        <w:jc w:val="both"/>
        <w:rPr>
          <w:sz w:val="28"/>
          <w:szCs w:val="28"/>
        </w:rPr>
      </w:pPr>
      <w:r w:rsidRPr="00FB7195">
        <w:rPr>
          <w:sz w:val="28"/>
          <w:szCs w:val="28"/>
        </w:rPr>
        <w:t xml:space="preserve">КБК </w:t>
      </w:r>
      <w:r>
        <w:rPr>
          <w:sz w:val="28"/>
          <w:szCs w:val="28"/>
        </w:rPr>
        <w:t xml:space="preserve"> 01 13 35 4 14 81410 850</w:t>
      </w:r>
      <w:r w:rsidRPr="00FB7195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                      </w:t>
      </w:r>
      <w:r w:rsidRPr="00FB7195">
        <w:rPr>
          <w:sz w:val="28"/>
          <w:szCs w:val="28"/>
        </w:rPr>
        <w:t xml:space="preserve"> </w:t>
      </w:r>
      <w:r>
        <w:rPr>
          <w:sz w:val="28"/>
          <w:szCs w:val="28"/>
        </w:rPr>
        <w:t>+ 6 000,00 руб.</w:t>
      </w:r>
    </w:p>
    <w:p w:rsidR="001752B3" w:rsidRDefault="001752B3" w:rsidP="00D57A44">
      <w:pPr>
        <w:jc w:val="both"/>
        <w:rPr>
          <w:sz w:val="28"/>
          <w:szCs w:val="28"/>
        </w:rPr>
      </w:pPr>
    </w:p>
    <w:p w:rsidR="001752B3" w:rsidRDefault="001752B3" w:rsidP="00D57A44">
      <w:pPr>
        <w:jc w:val="both"/>
        <w:rPr>
          <w:sz w:val="28"/>
          <w:szCs w:val="28"/>
        </w:rPr>
      </w:pPr>
    </w:p>
    <w:p w:rsidR="001752B3" w:rsidRDefault="001752B3" w:rsidP="00D57A44">
      <w:pPr>
        <w:jc w:val="both"/>
        <w:rPr>
          <w:b/>
          <w:sz w:val="28"/>
          <w:szCs w:val="28"/>
        </w:rPr>
      </w:pPr>
    </w:p>
    <w:p w:rsidR="001752B3" w:rsidRDefault="001752B3" w:rsidP="00236E43">
      <w:pPr>
        <w:rPr>
          <w:sz w:val="26"/>
          <w:szCs w:val="26"/>
        </w:rPr>
      </w:pPr>
    </w:p>
    <w:p w:rsidR="001752B3" w:rsidRDefault="001752B3" w:rsidP="00236E43">
      <w:pPr>
        <w:rPr>
          <w:sz w:val="26"/>
          <w:szCs w:val="26"/>
        </w:rPr>
      </w:pPr>
    </w:p>
    <w:p w:rsidR="001752B3" w:rsidRDefault="001752B3" w:rsidP="000240C9">
      <w:pPr>
        <w:tabs>
          <w:tab w:val="left" w:pos="64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>0310</w:t>
      </w:r>
    </w:p>
    <w:p w:rsidR="001752B3" w:rsidRDefault="001752B3" w:rsidP="000240C9">
      <w:pPr>
        <w:tabs>
          <w:tab w:val="left" w:pos="648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</w:p>
    <w:p w:rsidR="001752B3" w:rsidRDefault="001752B3" w:rsidP="00D57A44">
      <w:pPr>
        <w:rPr>
          <w:b/>
          <w:sz w:val="28"/>
          <w:szCs w:val="28"/>
        </w:rPr>
      </w:pPr>
      <w:r>
        <w:rPr>
          <w:b/>
          <w:sz w:val="26"/>
          <w:szCs w:val="26"/>
        </w:rPr>
        <w:t xml:space="preserve">«Обеспечение пожарной безопасности»                                  </w:t>
      </w:r>
      <w:r w:rsidRPr="00D57A44">
        <w:rPr>
          <w:b/>
          <w:sz w:val="28"/>
          <w:szCs w:val="28"/>
        </w:rPr>
        <w:t>+ 105</w:t>
      </w:r>
      <w:r>
        <w:rPr>
          <w:b/>
          <w:sz w:val="28"/>
          <w:szCs w:val="28"/>
        </w:rPr>
        <w:t xml:space="preserve"> </w:t>
      </w:r>
      <w:r w:rsidRPr="00D57A44">
        <w:rPr>
          <w:b/>
          <w:sz w:val="28"/>
          <w:szCs w:val="28"/>
        </w:rPr>
        <w:t>735,00 руб.</w:t>
      </w:r>
    </w:p>
    <w:p w:rsidR="001752B3" w:rsidRPr="00D57A44" w:rsidRDefault="001752B3" w:rsidP="00D57A44">
      <w:pPr>
        <w:rPr>
          <w:b/>
          <w:sz w:val="26"/>
          <w:szCs w:val="26"/>
        </w:rPr>
      </w:pPr>
    </w:p>
    <w:p w:rsidR="001752B3" w:rsidRPr="00C70FB8" w:rsidRDefault="001752B3" w:rsidP="00D57A44">
      <w:pPr>
        <w:rPr>
          <w:sz w:val="28"/>
          <w:szCs w:val="28"/>
        </w:rPr>
      </w:pPr>
      <w:r>
        <w:rPr>
          <w:sz w:val="28"/>
          <w:szCs w:val="28"/>
        </w:rPr>
        <w:t xml:space="preserve">Оплата услуг пожарника по профилактике и тушению пожаров, з/плата на пять  месяцев + начисления:                                                                                 </w:t>
      </w:r>
    </w:p>
    <w:p w:rsidR="001752B3" w:rsidRPr="00D57A44" w:rsidRDefault="001752B3" w:rsidP="00D57A44">
      <w:pPr>
        <w:rPr>
          <w:sz w:val="26"/>
          <w:szCs w:val="26"/>
        </w:rPr>
      </w:pPr>
      <w:r>
        <w:rPr>
          <w:sz w:val="26"/>
          <w:szCs w:val="26"/>
        </w:rPr>
        <w:t xml:space="preserve">КБК 03 10 35 4 15 81140 244 225                                                 </w:t>
      </w:r>
      <w:r w:rsidRPr="00D57A44">
        <w:rPr>
          <w:sz w:val="28"/>
          <w:szCs w:val="28"/>
        </w:rPr>
        <w:t>+ 105</w:t>
      </w:r>
      <w:r>
        <w:rPr>
          <w:sz w:val="28"/>
          <w:szCs w:val="28"/>
        </w:rPr>
        <w:t xml:space="preserve"> </w:t>
      </w:r>
      <w:r w:rsidRPr="00D57A44">
        <w:rPr>
          <w:sz w:val="28"/>
          <w:szCs w:val="28"/>
        </w:rPr>
        <w:t>735,00 руб.</w:t>
      </w:r>
    </w:p>
    <w:p w:rsidR="001752B3" w:rsidRDefault="001752B3" w:rsidP="00236E43">
      <w:pPr>
        <w:rPr>
          <w:sz w:val="26"/>
          <w:szCs w:val="26"/>
        </w:rPr>
      </w:pPr>
    </w:p>
    <w:p w:rsidR="001752B3" w:rsidRDefault="001752B3" w:rsidP="00F101B8">
      <w:pPr>
        <w:jc w:val="both"/>
        <w:rPr>
          <w:sz w:val="28"/>
          <w:szCs w:val="28"/>
        </w:rPr>
      </w:pPr>
    </w:p>
    <w:p w:rsidR="001752B3" w:rsidRDefault="001752B3" w:rsidP="00F101B8">
      <w:pPr>
        <w:jc w:val="both"/>
        <w:rPr>
          <w:sz w:val="28"/>
          <w:szCs w:val="28"/>
        </w:rPr>
      </w:pPr>
    </w:p>
    <w:p w:rsidR="001752B3" w:rsidRDefault="001752B3" w:rsidP="00F101B8">
      <w:pPr>
        <w:jc w:val="both"/>
        <w:rPr>
          <w:b/>
          <w:sz w:val="28"/>
          <w:szCs w:val="28"/>
        </w:rPr>
      </w:pPr>
      <w:bookmarkStart w:id="1" w:name="OLE_LINK1"/>
      <w:bookmarkStart w:id="2" w:name="OLE_LINK2"/>
      <w:r w:rsidRPr="00BD3CC8">
        <w:rPr>
          <w:b/>
          <w:sz w:val="28"/>
          <w:szCs w:val="28"/>
        </w:rPr>
        <w:t>0503</w:t>
      </w:r>
    </w:p>
    <w:p w:rsidR="001752B3" w:rsidRPr="00BD3CC8" w:rsidRDefault="001752B3" w:rsidP="00F101B8">
      <w:pPr>
        <w:jc w:val="both"/>
        <w:rPr>
          <w:b/>
          <w:sz w:val="28"/>
          <w:szCs w:val="28"/>
        </w:rPr>
      </w:pPr>
    </w:p>
    <w:p w:rsidR="001752B3" w:rsidRDefault="001752B3" w:rsidP="00F101B8">
      <w:pPr>
        <w:jc w:val="both"/>
        <w:rPr>
          <w:b/>
          <w:sz w:val="28"/>
          <w:szCs w:val="28"/>
        </w:rPr>
      </w:pPr>
      <w:r w:rsidRPr="00BD3CC8">
        <w:rPr>
          <w:b/>
          <w:sz w:val="28"/>
          <w:szCs w:val="28"/>
        </w:rPr>
        <w:t>«Благоустройство»</w:t>
      </w:r>
      <w:r>
        <w:rPr>
          <w:b/>
          <w:sz w:val="28"/>
          <w:szCs w:val="28"/>
        </w:rPr>
        <w:t xml:space="preserve">                                                       </w:t>
      </w:r>
      <w:bookmarkEnd w:id="1"/>
      <w:bookmarkEnd w:id="2"/>
      <w:r>
        <w:rPr>
          <w:b/>
          <w:sz w:val="28"/>
          <w:szCs w:val="28"/>
        </w:rPr>
        <w:t>+ 1 000 000,00 руб.</w:t>
      </w:r>
    </w:p>
    <w:p w:rsidR="001752B3" w:rsidRPr="00BD3CC8" w:rsidRDefault="001752B3" w:rsidP="00F101B8">
      <w:pPr>
        <w:jc w:val="both"/>
        <w:rPr>
          <w:b/>
          <w:sz w:val="28"/>
          <w:szCs w:val="28"/>
        </w:rPr>
      </w:pPr>
    </w:p>
    <w:p w:rsidR="001752B3" w:rsidRDefault="001752B3" w:rsidP="00B14A2A">
      <w:pPr>
        <w:rPr>
          <w:sz w:val="26"/>
          <w:szCs w:val="26"/>
        </w:rPr>
      </w:pPr>
      <w:r w:rsidRPr="00D13616">
        <w:rPr>
          <w:b/>
          <w:sz w:val="26"/>
          <w:szCs w:val="26"/>
        </w:rPr>
        <w:t xml:space="preserve">Мероприятие по благоустройству </w:t>
      </w:r>
    </w:p>
    <w:p w:rsidR="001752B3" w:rsidRPr="001F5740" w:rsidRDefault="001752B3" w:rsidP="00B14A2A">
      <w:pPr>
        <w:rPr>
          <w:sz w:val="26"/>
          <w:szCs w:val="26"/>
        </w:rPr>
      </w:pPr>
      <w:r w:rsidRPr="00D13616">
        <w:rPr>
          <w:sz w:val="26"/>
          <w:szCs w:val="26"/>
        </w:rPr>
        <w:t xml:space="preserve">                                                                               </w:t>
      </w:r>
      <w:r>
        <w:rPr>
          <w:sz w:val="26"/>
          <w:szCs w:val="26"/>
        </w:rPr>
        <w:t xml:space="preserve">                                                         </w:t>
      </w:r>
      <w:r w:rsidRPr="00D13616">
        <w:rPr>
          <w:sz w:val="26"/>
          <w:szCs w:val="26"/>
        </w:rPr>
        <w:t xml:space="preserve">          </w:t>
      </w:r>
      <w:r>
        <w:rPr>
          <w:sz w:val="26"/>
          <w:szCs w:val="26"/>
        </w:rPr>
        <w:t xml:space="preserve">- </w:t>
      </w:r>
      <w:r w:rsidRPr="00236E43">
        <w:rPr>
          <w:sz w:val="26"/>
          <w:szCs w:val="26"/>
        </w:rPr>
        <w:t>инициативное бюджетирование</w:t>
      </w:r>
      <w:r>
        <w:rPr>
          <w:sz w:val="26"/>
          <w:szCs w:val="26"/>
        </w:rPr>
        <w:t xml:space="preserve"> «</w:t>
      </w:r>
      <w:r w:rsidRPr="00C12032">
        <w:rPr>
          <w:sz w:val="26"/>
          <w:szCs w:val="26"/>
        </w:rPr>
        <w:t>Ремонт памятника и благоустройство территории Братской могилы в с.</w:t>
      </w:r>
      <w:r>
        <w:rPr>
          <w:sz w:val="26"/>
          <w:szCs w:val="26"/>
        </w:rPr>
        <w:t xml:space="preserve"> </w:t>
      </w:r>
      <w:r w:rsidRPr="00C12032">
        <w:rPr>
          <w:sz w:val="26"/>
          <w:szCs w:val="26"/>
        </w:rPr>
        <w:t>Деремна Мглинского</w:t>
      </w:r>
      <w:r>
        <w:rPr>
          <w:sz w:val="26"/>
          <w:szCs w:val="26"/>
        </w:rPr>
        <w:t xml:space="preserve"> района Брянской области 2023г.»:</w:t>
      </w:r>
    </w:p>
    <w:p w:rsidR="001752B3" w:rsidRDefault="001752B3" w:rsidP="000B3D71">
      <w:pPr>
        <w:rPr>
          <w:sz w:val="26"/>
          <w:szCs w:val="26"/>
        </w:rPr>
      </w:pPr>
    </w:p>
    <w:p w:rsidR="001752B3" w:rsidRPr="00236E43" w:rsidRDefault="001752B3" w:rsidP="00236E43">
      <w:pPr>
        <w:rPr>
          <w:sz w:val="26"/>
          <w:szCs w:val="26"/>
        </w:rPr>
      </w:pPr>
      <w:r w:rsidRPr="00236E43">
        <w:rPr>
          <w:sz w:val="26"/>
          <w:szCs w:val="26"/>
        </w:rPr>
        <w:t xml:space="preserve">КБК 0503 35 4 19 </w:t>
      </w:r>
      <w:r w:rsidRPr="00236E43">
        <w:rPr>
          <w:sz w:val="26"/>
          <w:szCs w:val="26"/>
          <w:lang w:val="en-US"/>
        </w:rPr>
        <w:t>S</w:t>
      </w:r>
      <w:r>
        <w:rPr>
          <w:sz w:val="26"/>
          <w:szCs w:val="26"/>
        </w:rPr>
        <w:t>5873</w:t>
      </w:r>
      <w:r w:rsidRPr="00236E43">
        <w:rPr>
          <w:sz w:val="26"/>
          <w:szCs w:val="26"/>
        </w:rPr>
        <w:t xml:space="preserve"> 244                                   </w:t>
      </w:r>
      <w:r>
        <w:rPr>
          <w:sz w:val="26"/>
          <w:szCs w:val="26"/>
        </w:rPr>
        <w:t xml:space="preserve">                           </w:t>
      </w:r>
      <w:r w:rsidRPr="00236E43">
        <w:rPr>
          <w:sz w:val="26"/>
          <w:szCs w:val="26"/>
        </w:rPr>
        <w:t xml:space="preserve">  + </w:t>
      </w:r>
      <w:r>
        <w:rPr>
          <w:sz w:val="26"/>
          <w:szCs w:val="26"/>
        </w:rPr>
        <w:t>500 000,00</w:t>
      </w:r>
      <w:r w:rsidRPr="00236E43">
        <w:rPr>
          <w:sz w:val="26"/>
          <w:szCs w:val="26"/>
        </w:rPr>
        <w:t xml:space="preserve"> руб.</w:t>
      </w:r>
    </w:p>
    <w:p w:rsidR="001752B3" w:rsidRDefault="001752B3" w:rsidP="00B14A2A">
      <w:pPr>
        <w:rPr>
          <w:sz w:val="26"/>
          <w:szCs w:val="26"/>
        </w:rPr>
      </w:pPr>
    </w:p>
    <w:p w:rsidR="001752B3" w:rsidRDefault="001752B3" w:rsidP="00B14A2A">
      <w:pPr>
        <w:rPr>
          <w:sz w:val="26"/>
          <w:szCs w:val="26"/>
        </w:rPr>
      </w:pPr>
      <w:r>
        <w:rPr>
          <w:sz w:val="26"/>
          <w:szCs w:val="26"/>
        </w:rPr>
        <w:t xml:space="preserve"> - </w:t>
      </w:r>
      <w:r w:rsidRPr="00236E43">
        <w:rPr>
          <w:sz w:val="26"/>
          <w:szCs w:val="26"/>
        </w:rPr>
        <w:t>инициативное бюджетирование</w:t>
      </w:r>
      <w:r>
        <w:rPr>
          <w:sz w:val="26"/>
          <w:szCs w:val="26"/>
        </w:rPr>
        <w:t xml:space="preserve"> «</w:t>
      </w:r>
      <w:r w:rsidRPr="00C12032">
        <w:rPr>
          <w:sz w:val="26"/>
          <w:szCs w:val="26"/>
        </w:rPr>
        <w:t>Ремонт и благоустройство территории Братской могилы в с.</w:t>
      </w:r>
      <w:r>
        <w:rPr>
          <w:sz w:val="26"/>
          <w:szCs w:val="26"/>
        </w:rPr>
        <w:t xml:space="preserve"> </w:t>
      </w:r>
      <w:r w:rsidRPr="00C12032">
        <w:rPr>
          <w:sz w:val="26"/>
          <w:szCs w:val="26"/>
        </w:rPr>
        <w:t>Вельжичи Мглинского</w:t>
      </w:r>
      <w:r>
        <w:rPr>
          <w:sz w:val="26"/>
          <w:szCs w:val="26"/>
        </w:rPr>
        <w:t xml:space="preserve"> района Брянской области 2023г.»:</w:t>
      </w:r>
    </w:p>
    <w:p w:rsidR="001752B3" w:rsidRDefault="001752B3" w:rsidP="00B14A2A">
      <w:pPr>
        <w:rPr>
          <w:sz w:val="26"/>
          <w:szCs w:val="26"/>
        </w:rPr>
      </w:pPr>
      <w:r w:rsidRPr="00236E43">
        <w:rPr>
          <w:sz w:val="26"/>
          <w:szCs w:val="26"/>
        </w:rPr>
        <w:t xml:space="preserve"> </w:t>
      </w:r>
    </w:p>
    <w:p w:rsidR="001752B3" w:rsidRPr="00236E43" w:rsidRDefault="001752B3" w:rsidP="00B14A2A">
      <w:pPr>
        <w:rPr>
          <w:sz w:val="26"/>
          <w:szCs w:val="26"/>
        </w:rPr>
      </w:pPr>
    </w:p>
    <w:p w:rsidR="001752B3" w:rsidRPr="00236E43" w:rsidRDefault="001752B3" w:rsidP="00236E43">
      <w:pPr>
        <w:rPr>
          <w:sz w:val="26"/>
          <w:szCs w:val="26"/>
        </w:rPr>
      </w:pPr>
      <w:r w:rsidRPr="00236E43">
        <w:rPr>
          <w:sz w:val="26"/>
          <w:szCs w:val="26"/>
        </w:rPr>
        <w:t xml:space="preserve">КБК 0503 35 4 19 </w:t>
      </w:r>
      <w:r w:rsidRPr="00236E43">
        <w:rPr>
          <w:sz w:val="26"/>
          <w:szCs w:val="26"/>
          <w:lang w:val="en-US"/>
        </w:rPr>
        <w:t>S</w:t>
      </w:r>
      <w:r>
        <w:rPr>
          <w:sz w:val="26"/>
          <w:szCs w:val="26"/>
        </w:rPr>
        <w:t>5874</w:t>
      </w:r>
      <w:r w:rsidRPr="00236E43">
        <w:rPr>
          <w:sz w:val="26"/>
          <w:szCs w:val="26"/>
        </w:rPr>
        <w:t xml:space="preserve"> 244                                   </w:t>
      </w:r>
      <w:r>
        <w:rPr>
          <w:sz w:val="26"/>
          <w:szCs w:val="26"/>
        </w:rPr>
        <w:t xml:space="preserve">                              </w:t>
      </w:r>
      <w:r w:rsidRPr="00236E43">
        <w:rPr>
          <w:sz w:val="26"/>
          <w:szCs w:val="26"/>
        </w:rPr>
        <w:t xml:space="preserve"> + </w:t>
      </w:r>
      <w:r>
        <w:rPr>
          <w:sz w:val="26"/>
          <w:szCs w:val="26"/>
        </w:rPr>
        <w:t>500 000,00</w:t>
      </w:r>
      <w:r w:rsidRPr="00236E43">
        <w:rPr>
          <w:sz w:val="26"/>
          <w:szCs w:val="26"/>
        </w:rPr>
        <w:t xml:space="preserve"> руб.</w:t>
      </w:r>
    </w:p>
    <w:p w:rsidR="001752B3" w:rsidRPr="00236E43" w:rsidRDefault="001752B3" w:rsidP="00F101B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:rsidR="001752B3" w:rsidRPr="00236E43" w:rsidRDefault="001752B3" w:rsidP="00F101B8">
      <w:pPr>
        <w:jc w:val="both"/>
        <w:rPr>
          <w:sz w:val="26"/>
          <w:szCs w:val="26"/>
        </w:rPr>
      </w:pPr>
    </w:p>
    <w:p w:rsidR="001752B3" w:rsidRPr="0048719A" w:rsidRDefault="001752B3" w:rsidP="005D2D4E">
      <w:pPr>
        <w:jc w:val="both"/>
        <w:rPr>
          <w:sz w:val="24"/>
          <w:szCs w:val="24"/>
        </w:rPr>
      </w:pPr>
    </w:p>
    <w:sectPr w:rsidR="001752B3" w:rsidRPr="0048719A" w:rsidSect="00C95B78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589C"/>
    <w:rsid w:val="00007C1A"/>
    <w:rsid w:val="000208BF"/>
    <w:rsid w:val="000240C9"/>
    <w:rsid w:val="0002497E"/>
    <w:rsid w:val="00027683"/>
    <w:rsid w:val="00040DD0"/>
    <w:rsid w:val="00051B71"/>
    <w:rsid w:val="0005538D"/>
    <w:rsid w:val="000563A4"/>
    <w:rsid w:val="000569AD"/>
    <w:rsid w:val="00061C7E"/>
    <w:rsid w:val="0006605A"/>
    <w:rsid w:val="0007270A"/>
    <w:rsid w:val="00091096"/>
    <w:rsid w:val="00097A89"/>
    <w:rsid w:val="000A4010"/>
    <w:rsid w:val="000B2A4A"/>
    <w:rsid w:val="000B3D71"/>
    <w:rsid w:val="000C607A"/>
    <w:rsid w:val="000D0E08"/>
    <w:rsid w:val="000D4B3A"/>
    <w:rsid w:val="000E1436"/>
    <w:rsid w:val="0010221C"/>
    <w:rsid w:val="00102D86"/>
    <w:rsid w:val="00105869"/>
    <w:rsid w:val="001066D6"/>
    <w:rsid w:val="00111BD3"/>
    <w:rsid w:val="00113880"/>
    <w:rsid w:val="00122FF4"/>
    <w:rsid w:val="001239DE"/>
    <w:rsid w:val="00125A60"/>
    <w:rsid w:val="001262B6"/>
    <w:rsid w:val="00130343"/>
    <w:rsid w:val="00142A14"/>
    <w:rsid w:val="001445E1"/>
    <w:rsid w:val="00146A5E"/>
    <w:rsid w:val="00164DC6"/>
    <w:rsid w:val="00165734"/>
    <w:rsid w:val="00171D25"/>
    <w:rsid w:val="00174129"/>
    <w:rsid w:val="001752B3"/>
    <w:rsid w:val="001778F8"/>
    <w:rsid w:val="00177F0E"/>
    <w:rsid w:val="001874CF"/>
    <w:rsid w:val="0019460D"/>
    <w:rsid w:val="00196F78"/>
    <w:rsid w:val="001B4C57"/>
    <w:rsid w:val="001B5782"/>
    <w:rsid w:val="001C225F"/>
    <w:rsid w:val="001F0664"/>
    <w:rsid w:val="001F3140"/>
    <w:rsid w:val="001F5740"/>
    <w:rsid w:val="00204E69"/>
    <w:rsid w:val="00207246"/>
    <w:rsid w:val="002075E0"/>
    <w:rsid w:val="002202FA"/>
    <w:rsid w:val="00220FB9"/>
    <w:rsid w:val="00233685"/>
    <w:rsid w:val="0023657C"/>
    <w:rsid w:val="00236E43"/>
    <w:rsid w:val="00237B9B"/>
    <w:rsid w:val="002428CB"/>
    <w:rsid w:val="00243256"/>
    <w:rsid w:val="002701F2"/>
    <w:rsid w:val="00271C0F"/>
    <w:rsid w:val="002755FA"/>
    <w:rsid w:val="00276079"/>
    <w:rsid w:val="00287C50"/>
    <w:rsid w:val="002910F6"/>
    <w:rsid w:val="002964A2"/>
    <w:rsid w:val="00297CBC"/>
    <w:rsid w:val="002A3AA2"/>
    <w:rsid w:val="002C3394"/>
    <w:rsid w:val="002C6188"/>
    <w:rsid w:val="002C667D"/>
    <w:rsid w:val="002D3FF2"/>
    <w:rsid w:val="002E21A8"/>
    <w:rsid w:val="002E23D8"/>
    <w:rsid w:val="002E35EF"/>
    <w:rsid w:val="002E4092"/>
    <w:rsid w:val="002F3356"/>
    <w:rsid w:val="00302CEE"/>
    <w:rsid w:val="0032292D"/>
    <w:rsid w:val="00325958"/>
    <w:rsid w:val="003401F3"/>
    <w:rsid w:val="00342CEE"/>
    <w:rsid w:val="00344A71"/>
    <w:rsid w:val="003478C4"/>
    <w:rsid w:val="00372B91"/>
    <w:rsid w:val="003821E4"/>
    <w:rsid w:val="00383007"/>
    <w:rsid w:val="00384801"/>
    <w:rsid w:val="003A11DC"/>
    <w:rsid w:val="003A1BC1"/>
    <w:rsid w:val="003A4DB1"/>
    <w:rsid w:val="003B1E47"/>
    <w:rsid w:val="003B5620"/>
    <w:rsid w:val="003C1E0F"/>
    <w:rsid w:val="003C7ED6"/>
    <w:rsid w:val="003E12DC"/>
    <w:rsid w:val="003F3372"/>
    <w:rsid w:val="003F5447"/>
    <w:rsid w:val="004005B2"/>
    <w:rsid w:val="00406ED8"/>
    <w:rsid w:val="00410E23"/>
    <w:rsid w:val="00421230"/>
    <w:rsid w:val="004233B0"/>
    <w:rsid w:val="00424482"/>
    <w:rsid w:val="00432279"/>
    <w:rsid w:val="00433D7D"/>
    <w:rsid w:val="00434454"/>
    <w:rsid w:val="00435E67"/>
    <w:rsid w:val="00441D24"/>
    <w:rsid w:val="004470C3"/>
    <w:rsid w:val="004505C4"/>
    <w:rsid w:val="00456285"/>
    <w:rsid w:val="00456FB3"/>
    <w:rsid w:val="00464747"/>
    <w:rsid w:val="00476A40"/>
    <w:rsid w:val="0048719A"/>
    <w:rsid w:val="00495212"/>
    <w:rsid w:val="004959C0"/>
    <w:rsid w:val="004A27BB"/>
    <w:rsid w:val="004A3290"/>
    <w:rsid w:val="004A743A"/>
    <w:rsid w:val="004B3743"/>
    <w:rsid w:val="004C25A3"/>
    <w:rsid w:val="004C352B"/>
    <w:rsid w:val="004C60B1"/>
    <w:rsid w:val="004D31A5"/>
    <w:rsid w:val="004D486C"/>
    <w:rsid w:val="004E4135"/>
    <w:rsid w:val="004E60DB"/>
    <w:rsid w:val="004E788C"/>
    <w:rsid w:val="004F276E"/>
    <w:rsid w:val="004F423C"/>
    <w:rsid w:val="004F656D"/>
    <w:rsid w:val="00505FFC"/>
    <w:rsid w:val="00514FDD"/>
    <w:rsid w:val="00520F46"/>
    <w:rsid w:val="00541DD7"/>
    <w:rsid w:val="00547778"/>
    <w:rsid w:val="00552826"/>
    <w:rsid w:val="0055544D"/>
    <w:rsid w:val="0057158A"/>
    <w:rsid w:val="0057222F"/>
    <w:rsid w:val="005750C9"/>
    <w:rsid w:val="005762F5"/>
    <w:rsid w:val="00576728"/>
    <w:rsid w:val="00577A4F"/>
    <w:rsid w:val="00577B7C"/>
    <w:rsid w:val="00581A87"/>
    <w:rsid w:val="00582954"/>
    <w:rsid w:val="00585DAF"/>
    <w:rsid w:val="005A17D3"/>
    <w:rsid w:val="005A6DC0"/>
    <w:rsid w:val="005A78A4"/>
    <w:rsid w:val="005B2F5A"/>
    <w:rsid w:val="005B2FAC"/>
    <w:rsid w:val="005B3173"/>
    <w:rsid w:val="005B4D78"/>
    <w:rsid w:val="005B7B38"/>
    <w:rsid w:val="005C312B"/>
    <w:rsid w:val="005D0439"/>
    <w:rsid w:val="005D2D4E"/>
    <w:rsid w:val="005E32C4"/>
    <w:rsid w:val="005F2A5F"/>
    <w:rsid w:val="005F31B8"/>
    <w:rsid w:val="005F5708"/>
    <w:rsid w:val="00603F1F"/>
    <w:rsid w:val="006058FB"/>
    <w:rsid w:val="006161FB"/>
    <w:rsid w:val="00624E44"/>
    <w:rsid w:val="00632A44"/>
    <w:rsid w:val="00645144"/>
    <w:rsid w:val="00650378"/>
    <w:rsid w:val="00650BCF"/>
    <w:rsid w:val="00652150"/>
    <w:rsid w:val="00657C04"/>
    <w:rsid w:val="00664313"/>
    <w:rsid w:val="006655C7"/>
    <w:rsid w:val="00665F2B"/>
    <w:rsid w:val="006872CF"/>
    <w:rsid w:val="006875B7"/>
    <w:rsid w:val="0069560D"/>
    <w:rsid w:val="0069589C"/>
    <w:rsid w:val="006A403C"/>
    <w:rsid w:val="006B5F6E"/>
    <w:rsid w:val="006C591E"/>
    <w:rsid w:val="006D0DD4"/>
    <w:rsid w:val="006D3F5E"/>
    <w:rsid w:val="006D79E6"/>
    <w:rsid w:val="006E6532"/>
    <w:rsid w:val="006F42CB"/>
    <w:rsid w:val="00702DB7"/>
    <w:rsid w:val="007044AC"/>
    <w:rsid w:val="0071248D"/>
    <w:rsid w:val="00717843"/>
    <w:rsid w:val="007205D8"/>
    <w:rsid w:val="007216FB"/>
    <w:rsid w:val="00726849"/>
    <w:rsid w:val="00737A1E"/>
    <w:rsid w:val="00737B3B"/>
    <w:rsid w:val="00741266"/>
    <w:rsid w:val="00744C00"/>
    <w:rsid w:val="00751862"/>
    <w:rsid w:val="0075546E"/>
    <w:rsid w:val="00755AA4"/>
    <w:rsid w:val="007601EB"/>
    <w:rsid w:val="00761CF2"/>
    <w:rsid w:val="007658BE"/>
    <w:rsid w:val="00766F49"/>
    <w:rsid w:val="00776661"/>
    <w:rsid w:val="00776D61"/>
    <w:rsid w:val="007772C9"/>
    <w:rsid w:val="00782E2D"/>
    <w:rsid w:val="00792AC2"/>
    <w:rsid w:val="007A092B"/>
    <w:rsid w:val="007A2613"/>
    <w:rsid w:val="007B69AE"/>
    <w:rsid w:val="007D764D"/>
    <w:rsid w:val="007D7BB1"/>
    <w:rsid w:val="007E4C56"/>
    <w:rsid w:val="007F1422"/>
    <w:rsid w:val="007F2779"/>
    <w:rsid w:val="00800A9F"/>
    <w:rsid w:val="00802FE2"/>
    <w:rsid w:val="00803C64"/>
    <w:rsid w:val="008051C1"/>
    <w:rsid w:val="0081205A"/>
    <w:rsid w:val="00815AE9"/>
    <w:rsid w:val="00820484"/>
    <w:rsid w:val="00820FD4"/>
    <w:rsid w:val="00831593"/>
    <w:rsid w:val="008346F8"/>
    <w:rsid w:val="00850862"/>
    <w:rsid w:val="00852852"/>
    <w:rsid w:val="00855DCB"/>
    <w:rsid w:val="00861AEF"/>
    <w:rsid w:val="0086470D"/>
    <w:rsid w:val="00866228"/>
    <w:rsid w:val="00866CDC"/>
    <w:rsid w:val="00874D58"/>
    <w:rsid w:val="00897F1A"/>
    <w:rsid w:val="008B1AA0"/>
    <w:rsid w:val="008B26B3"/>
    <w:rsid w:val="008B77F7"/>
    <w:rsid w:val="008C3230"/>
    <w:rsid w:val="008C472A"/>
    <w:rsid w:val="008D0E14"/>
    <w:rsid w:val="008D2D6B"/>
    <w:rsid w:val="008E6005"/>
    <w:rsid w:val="008E7F72"/>
    <w:rsid w:val="008F3C98"/>
    <w:rsid w:val="00906095"/>
    <w:rsid w:val="0092044B"/>
    <w:rsid w:val="009222E5"/>
    <w:rsid w:val="009236A0"/>
    <w:rsid w:val="00924F8D"/>
    <w:rsid w:val="00940793"/>
    <w:rsid w:val="00941040"/>
    <w:rsid w:val="009567D3"/>
    <w:rsid w:val="00966365"/>
    <w:rsid w:val="009838C7"/>
    <w:rsid w:val="0099373D"/>
    <w:rsid w:val="009951F3"/>
    <w:rsid w:val="009A382C"/>
    <w:rsid w:val="009A4121"/>
    <w:rsid w:val="009B19F2"/>
    <w:rsid w:val="009B2108"/>
    <w:rsid w:val="009B2476"/>
    <w:rsid w:val="009B6605"/>
    <w:rsid w:val="009B7308"/>
    <w:rsid w:val="009C1602"/>
    <w:rsid w:val="009C4B83"/>
    <w:rsid w:val="009D4AA5"/>
    <w:rsid w:val="009D6819"/>
    <w:rsid w:val="009D779D"/>
    <w:rsid w:val="009F05E9"/>
    <w:rsid w:val="009F5346"/>
    <w:rsid w:val="009F5F6B"/>
    <w:rsid w:val="00A04F0C"/>
    <w:rsid w:val="00A057E5"/>
    <w:rsid w:val="00A1066B"/>
    <w:rsid w:val="00A111DE"/>
    <w:rsid w:val="00A21638"/>
    <w:rsid w:val="00A217B7"/>
    <w:rsid w:val="00A261C8"/>
    <w:rsid w:val="00A27A31"/>
    <w:rsid w:val="00A30372"/>
    <w:rsid w:val="00A331E0"/>
    <w:rsid w:val="00A50F9B"/>
    <w:rsid w:val="00A54883"/>
    <w:rsid w:val="00A56F63"/>
    <w:rsid w:val="00A61F25"/>
    <w:rsid w:val="00A819FD"/>
    <w:rsid w:val="00A83D5B"/>
    <w:rsid w:val="00A91CEC"/>
    <w:rsid w:val="00AC3D93"/>
    <w:rsid w:val="00AC6B32"/>
    <w:rsid w:val="00AC721F"/>
    <w:rsid w:val="00AD1AFA"/>
    <w:rsid w:val="00AD2EB8"/>
    <w:rsid w:val="00AE035A"/>
    <w:rsid w:val="00AE144F"/>
    <w:rsid w:val="00AF0AD3"/>
    <w:rsid w:val="00AF256E"/>
    <w:rsid w:val="00AF2A9D"/>
    <w:rsid w:val="00AF6712"/>
    <w:rsid w:val="00B11B9C"/>
    <w:rsid w:val="00B14A2A"/>
    <w:rsid w:val="00B17CEB"/>
    <w:rsid w:val="00B21FAD"/>
    <w:rsid w:val="00B255F0"/>
    <w:rsid w:val="00B26E37"/>
    <w:rsid w:val="00B2745D"/>
    <w:rsid w:val="00B33AB6"/>
    <w:rsid w:val="00B34301"/>
    <w:rsid w:val="00B34701"/>
    <w:rsid w:val="00B4072F"/>
    <w:rsid w:val="00B433FB"/>
    <w:rsid w:val="00B4786A"/>
    <w:rsid w:val="00B555D2"/>
    <w:rsid w:val="00B57B31"/>
    <w:rsid w:val="00B64C21"/>
    <w:rsid w:val="00B65881"/>
    <w:rsid w:val="00B71066"/>
    <w:rsid w:val="00B81ABF"/>
    <w:rsid w:val="00B875C7"/>
    <w:rsid w:val="00B90FD8"/>
    <w:rsid w:val="00BA305B"/>
    <w:rsid w:val="00BA4074"/>
    <w:rsid w:val="00BA6116"/>
    <w:rsid w:val="00BB2B40"/>
    <w:rsid w:val="00BD3CC8"/>
    <w:rsid w:val="00BD563C"/>
    <w:rsid w:val="00BD5F2F"/>
    <w:rsid w:val="00BD7040"/>
    <w:rsid w:val="00BD7B57"/>
    <w:rsid w:val="00BE6654"/>
    <w:rsid w:val="00BF2A49"/>
    <w:rsid w:val="00BF5349"/>
    <w:rsid w:val="00C12032"/>
    <w:rsid w:val="00C1742B"/>
    <w:rsid w:val="00C20625"/>
    <w:rsid w:val="00C23DAC"/>
    <w:rsid w:val="00C3646F"/>
    <w:rsid w:val="00C51A7C"/>
    <w:rsid w:val="00C62804"/>
    <w:rsid w:val="00C70FB8"/>
    <w:rsid w:val="00C72124"/>
    <w:rsid w:val="00C827FD"/>
    <w:rsid w:val="00C871A5"/>
    <w:rsid w:val="00C95B78"/>
    <w:rsid w:val="00C96354"/>
    <w:rsid w:val="00CA26F6"/>
    <w:rsid w:val="00CA4E7D"/>
    <w:rsid w:val="00CA6147"/>
    <w:rsid w:val="00CA68E9"/>
    <w:rsid w:val="00CB1709"/>
    <w:rsid w:val="00CB73E8"/>
    <w:rsid w:val="00CC13A3"/>
    <w:rsid w:val="00CC37B1"/>
    <w:rsid w:val="00CC7895"/>
    <w:rsid w:val="00CD178E"/>
    <w:rsid w:val="00CD5B09"/>
    <w:rsid w:val="00CE18AD"/>
    <w:rsid w:val="00CE39AE"/>
    <w:rsid w:val="00CE669C"/>
    <w:rsid w:val="00CF370E"/>
    <w:rsid w:val="00D02F5C"/>
    <w:rsid w:val="00D073AE"/>
    <w:rsid w:val="00D10281"/>
    <w:rsid w:val="00D13616"/>
    <w:rsid w:val="00D2189A"/>
    <w:rsid w:val="00D26F0F"/>
    <w:rsid w:val="00D30144"/>
    <w:rsid w:val="00D40738"/>
    <w:rsid w:val="00D4120A"/>
    <w:rsid w:val="00D43989"/>
    <w:rsid w:val="00D47D05"/>
    <w:rsid w:val="00D52C55"/>
    <w:rsid w:val="00D5349F"/>
    <w:rsid w:val="00D57A44"/>
    <w:rsid w:val="00D636F2"/>
    <w:rsid w:val="00D70EFC"/>
    <w:rsid w:val="00D715DA"/>
    <w:rsid w:val="00D73AFD"/>
    <w:rsid w:val="00D772F9"/>
    <w:rsid w:val="00D77DDC"/>
    <w:rsid w:val="00D8792A"/>
    <w:rsid w:val="00D91DCA"/>
    <w:rsid w:val="00D96682"/>
    <w:rsid w:val="00DA3641"/>
    <w:rsid w:val="00DC1743"/>
    <w:rsid w:val="00DC2980"/>
    <w:rsid w:val="00DC3F39"/>
    <w:rsid w:val="00DC4FF0"/>
    <w:rsid w:val="00DE2447"/>
    <w:rsid w:val="00DF0EE6"/>
    <w:rsid w:val="00E10234"/>
    <w:rsid w:val="00E1288F"/>
    <w:rsid w:val="00E20264"/>
    <w:rsid w:val="00E30D28"/>
    <w:rsid w:val="00E32E57"/>
    <w:rsid w:val="00E345DA"/>
    <w:rsid w:val="00E34CD4"/>
    <w:rsid w:val="00E36287"/>
    <w:rsid w:val="00E36E30"/>
    <w:rsid w:val="00E508A6"/>
    <w:rsid w:val="00E66432"/>
    <w:rsid w:val="00E7123A"/>
    <w:rsid w:val="00E72B06"/>
    <w:rsid w:val="00E8013F"/>
    <w:rsid w:val="00E8253E"/>
    <w:rsid w:val="00E85673"/>
    <w:rsid w:val="00E87A85"/>
    <w:rsid w:val="00EA1AD8"/>
    <w:rsid w:val="00EA48C5"/>
    <w:rsid w:val="00EB1867"/>
    <w:rsid w:val="00EB3E76"/>
    <w:rsid w:val="00EB665C"/>
    <w:rsid w:val="00ED3CD3"/>
    <w:rsid w:val="00EE1D1D"/>
    <w:rsid w:val="00EE2CC6"/>
    <w:rsid w:val="00EE605E"/>
    <w:rsid w:val="00EE7AFF"/>
    <w:rsid w:val="00EF5D91"/>
    <w:rsid w:val="00F101B8"/>
    <w:rsid w:val="00F14F14"/>
    <w:rsid w:val="00F17CE7"/>
    <w:rsid w:val="00F27425"/>
    <w:rsid w:val="00F30755"/>
    <w:rsid w:val="00F31C0C"/>
    <w:rsid w:val="00F32130"/>
    <w:rsid w:val="00F36DFE"/>
    <w:rsid w:val="00F41265"/>
    <w:rsid w:val="00F52BF7"/>
    <w:rsid w:val="00F5561F"/>
    <w:rsid w:val="00F61752"/>
    <w:rsid w:val="00F627B3"/>
    <w:rsid w:val="00F65CAD"/>
    <w:rsid w:val="00F6793E"/>
    <w:rsid w:val="00F70345"/>
    <w:rsid w:val="00F70404"/>
    <w:rsid w:val="00F72F67"/>
    <w:rsid w:val="00F8261C"/>
    <w:rsid w:val="00F92E40"/>
    <w:rsid w:val="00F96A6A"/>
    <w:rsid w:val="00FA3A07"/>
    <w:rsid w:val="00FB4B41"/>
    <w:rsid w:val="00FB565D"/>
    <w:rsid w:val="00FB7195"/>
    <w:rsid w:val="00FC2FC6"/>
    <w:rsid w:val="00FD1470"/>
    <w:rsid w:val="00FE20FB"/>
    <w:rsid w:val="00FE5E98"/>
    <w:rsid w:val="00FF7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7BB"/>
    <w:rPr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27BB"/>
    <w:pPr>
      <w:keepNext/>
      <w:outlineLvl w:val="1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A27BB"/>
    <w:pPr>
      <w:keepNext/>
      <w:spacing w:before="240" w:after="60"/>
      <w:outlineLvl w:val="3"/>
    </w:pPr>
    <w:rPr>
      <w:b/>
      <w:sz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A27BB"/>
    <w:pPr>
      <w:spacing w:before="240" w:after="60"/>
      <w:outlineLvl w:val="5"/>
    </w:pPr>
    <w:rPr>
      <w:b/>
      <w:sz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A27BB"/>
    <w:pPr>
      <w:spacing w:before="240" w:after="60"/>
      <w:outlineLvl w:val="7"/>
    </w:pPr>
    <w:rPr>
      <w:i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A27BB"/>
    <w:pPr>
      <w:keepNext/>
      <w:jc w:val="right"/>
      <w:outlineLvl w:val="8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A27BB"/>
    <w:rPr>
      <w:rFonts w:cs="Times New Roman"/>
      <w:b/>
      <w:sz w:val="2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A27BB"/>
    <w:rPr>
      <w:rFonts w:cs="Times New Roman"/>
      <w:b/>
      <w:sz w:val="28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4A27BB"/>
    <w:rPr>
      <w:rFonts w:cs="Times New Roman"/>
      <w:b/>
      <w:sz w:val="22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4A27BB"/>
    <w:rPr>
      <w:rFonts w:cs="Times New Roman"/>
      <w:i/>
      <w:sz w:val="24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4A27BB"/>
    <w:rPr>
      <w:rFonts w:cs="Times New Roman"/>
      <w:sz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E035A"/>
    <w:rPr>
      <w:rFonts w:ascii="Tahoma" w:hAnsi="Tahoma"/>
      <w:sz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035A"/>
    <w:rPr>
      <w:rFonts w:ascii="Tahoma" w:hAnsi="Tahoma" w:cs="Times New Roman"/>
      <w:sz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26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495</Words>
  <Characters>2828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User</dc:creator>
  <cp:keywords/>
  <dc:description/>
  <cp:lastModifiedBy>Admin</cp:lastModifiedBy>
  <cp:revision>3</cp:revision>
  <cp:lastPrinted>2023-04-21T06:31:00Z</cp:lastPrinted>
  <dcterms:created xsi:type="dcterms:W3CDTF">2023-04-21T06:32:00Z</dcterms:created>
  <dcterms:modified xsi:type="dcterms:W3CDTF">2023-04-21T06:37:00Z</dcterms:modified>
</cp:coreProperties>
</file>